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07BF" w:rsidRDefault="003007BF" w:rsidP="0053257C">
      <w:pPr>
        <w:rPr>
          <w:sz w:val="28"/>
          <w:szCs w:val="28"/>
        </w:rPr>
      </w:pPr>
    </w:p>
    <w:p w:rsidR="003007BF" w:rsidRPr="00A050B7" w:rsidRDefault="003007BF" w:rsidP="0053257C">
      <w:pPr>
        <w:jc w:val="center"/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</w:rPr>
        <w:t>Ответы на тестовый тур</w:t>
      </w:r>
    </w:p>
    <w:p w:rsidR="003007BF" w:rsidRPr="00A050B7" w:rsidRDefault="003007BF" w:rsidP="0053257C">
      <w:pPr>
        <w:jc w:val="center"/>
        <w:rPr>
          <w:b/>
          <w:bCs/>
          <w:sz w:val="28"/>
          <w:szCs w:val="28"/>
        </w:rPr>
      </w:pPr>
    </w:p>
    <w:tbl>
      <w:tblPr>
        <w:tblW w:w="7513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63"/>
        <w:gridCol w:w="725"/>
        <w:gridCol w:w="687"/>
        <w:gridCol w:w="760"/>
        <w:gridCol w:w="851"/>
        <w:gridCol w:w="709"/>
        <w:gridCol w:w="708"/>
        <w:gridCol w:w="709"/>
        <w:gridCol w:w="709"/>
        <w:gridCol w:w="992"/>
      </w:tblGrid>
      <w:tr w:rsidR="003007BF" w:rsidRPr="00A050B7"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3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10</w:t>
            </w:r>
          </w:p>
        </w:tc>
      </w:tr>
      <w:tr w:rsidR="003007BF" w:rsidRPr="00A050B7">
        <w:tc>
          <w:tcPr>
            <w:tcW w:w="663" w:type="dxa"/>
            <w:tcBorders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А</w:t>
            </w:r>
          </w:p>
        </w:tc>
        <w:tc>
          <w:tcPr>
            <w:tcW w:w="725" w:type="dxa"/>
            <w:tcBorders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Г</w:t>
            </w:r>
          </w:p>
        </w:tc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Г</w:t>
            </w:r>
          </w:p>
        </w:tc>
        <w:tc>
          <w:tcPr>
            <w:tcW w:w="760" w:type="dxa"/>
            <w:tcBorders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Б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В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Б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Г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Б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1 з</w:t>
            </w:r>
          </w:p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2 б, и</w:t>
            </w:r>
          </w:p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3 е, ж</w:t>
            </w:r>
          </w:p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4 д, к</w:t>
            </w:r>
          </w:p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5 в, г</w:t>
            </w:r>
          </w:p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6 а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  <w:r w:rsidRPr="00A050B7">
              <w:rPr>
                <w:sz w:val="28"/>
                <w:szCs w:val="28"/>
              </w:rPr>
              <w:t>235164</w:t>
            </w:r>
          </w:p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</w:p>
          <w:p w:rsidR="003007BF" w:rsidRPr="00A050B7" w:rsidRDefault="003007BF" w:rsidP="00F10E5B">
            <w:pPr>
              <w:pStyle w:val="a1"/>
              <w:jc w:val="center"/>
              <w:rPr>
                <w:sz w:val="28"/>
                <w:szCs w:val="28"/>
              </w:rPr>
            </w:pPr>
          </w:p>
        </w:tc>
      </w:tr>
    </w:tbl>
    <w:p w:rsidR="003007BF" w:rsidRPr="00A050B7" w:rsidRDefault="003007BF" w:rsidP="0053257C">
      <w:pPr>
        <w:rPr>
          <w:sz w:val="28"/>
          <w:szCs w:val="28"/>
        </w:rPr>
      </w:pPr>
    </w:p>
    <w:p w:rsidR="003007BF" w:rsidRPr="00A050B7" w:rsidRDefault="003007BF" w:rsidP="0053257C">
      <w:pPr>
        <w:rPr>
          <w:b/>
          <w:bCs/>
          <w:sz w:val="28"/>
          <w:szCs w:val="28"/>
        </w:rPr>
      </w:pPr>
    </w:p>
    <w:p w:rsidR="003007BF" w:rsidRPr="00A050B7" w:rsidRDefault="003007BF" w:rsidP="0053257C">
      <w:pPr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</w:rPr>
        <w:t>По 1 баллу за правильные ответы на вопросы 1-8</w:t>
      </w:r>
    </w:p>
    <w:p w:rsidR="003007BF" w:rsidRPr="00A050B7" w:rsidRDefault="003007BF" w:rsidP="0053257C">
      <w:pPr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</w:rPr>
        <w:t>По 0,5 балла за каждое правильно определенное животное в вопросе 9</w:t>
      </w:r>
    </w:p>
    <w:p w:rsidR="003007BF" w:rsidRPr="00A050B7" w:rsidRDefault="003007BF" w:rsidP="0053257C">
      <w:pPr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</w:rPr>
        <w:t>По 2 балла за правильную последовательность в вопросе 10</w:t>
      </w:r>
    </w:p>
    <w:p w:rsidR="003007BF" w:rsidRPr="00A050B7" w:rsidRDefault="003007BF" w:rsidP="0053257C">
      <w:pPr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</w:rPr>
        <w:t>Максимальное количество баллов — 15</w:t>
      </w:r>
    </w:p>
    <w:p w:rsidR="003007BF" w:rsidRPr="00A050B7" w:rsidRDefault="003007BF" w:rsidP="0053257C">
      <w:pPr>
        <w:rPr>
          <w:sz w:val="28"/>
          <w:szCs w:val="28"/>
        </w:rPr>
      </w:pPr>
    </w:p>
    <w:p w:rsidR="003007BF" w:rsidRPr="00A050B7" w:rsidRDefault="003007BF">
      <w:pPr>
        <w:jc w:val="center"/>
        <w:rPr>
          <w:sz w:val="28"/>
          <w:szCs w:val="28"/>
        </w:rPr>
      </w:pPr>
    </w:p>
    <w:p w:rsidR="003007BF" w:rsidRPr="00A050B7" w:rsidRDefault="003007BF" w:rsidP="00F82297">
      <w:pPr>
        <w:jc w:val="center"/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</w:rPr>
        <w:t>Ответы на теоретический тур</w:t>
      </w:r>
    </w:p>
    <w:p w:rsidR="003007BF" w:rsidRPr="00A050B7" w:rsidRDefault="003007BF" w:rsidP="00F82297">
      <w:pPr>
        <w:jc w:val="center"/>
        <w:rPr>
          <w:b/>
          <w:bCs/>
          <w:sz w:val="28"/>
          <w:szCs w:val="28"/>
        </w:rPr>
      </w:pPr>
    </w:p>
    <w:p w:rsidR="003007BF" w:rsidRPr="00A050B7" w:rsidRDefault="003007BF" w:rsidP="00F82297">
      <w:pPr>
        <w:autoSpaceDE w:val="0"/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</w:rPr>
        <w:t>Задание 1</w:t>
      </w:r>
    </w:p>
    <w:p w:rsidR="003007BF" w:rsidRPr="00A050B7" w:rsidRDefault="003007BF" w:rsidP="0052750B">
      <w:pPr>
        <w:autoSpaceDE w:val="0"/>
        <w:jc w:val="both"/>
        <w:rPr>
          <w:sz w:val="28"/>
          <w:szCs w:val="28"/>
        </w:rPr>
      </w:pPr>
      <w:r w:rsidRPr="00A050B7">
        <w:rPr>
          <w:sz w:val="28"/>
          <w:szCs w:val="28"/>
        </w:rPr>
        <w:t>Атлантический океан</w:t>
      </w:r>
    </w:p>
    <w:p w:rsidR="003007BF" w:rsidRPr="00A050B7" w:rsidRDefault="003007BF" w:rsidP="0052750B">
      <w:pPr>
        <w:autoSpaceDE w:val="0"/>
        <w:jc w:val="both"/>
        <w:rPr>
          <w:sz w:val="28"/>
          <w:szCs w:val="28"/>
        </w:rPr>
      </w:pPr>
      <w:r w:rsidRPr="00A050B7">
        <w:rPr>
          <w:b/>
          <w:bCs/>
          <w:sz w:val="28"/>
          <w:szCs w:val="28"/>
          <w:u w:val="single"/>
        </w:rPr>
        <w:t>Всего  2  балла</w:t>
      </w:r>
    </w:p>
    <w:p w:rsidR="003007BF" w:rsidRPr="00A050B7" w:rsidRDefault="003007BF" w:rsidP="00F82297">
      <w:pPr>
        <w:autoSpaceDE w:val="0"/>
        <w:rPr>
          <w:b/>
          <w:bCs/>
          <w:sz w:val="28"/>
          <w:szCs w:val="28"/>
        </w:rPr>
      </w:pPr>
    </w:p>
    <w:p w:rsidR="003007BF" w:rsidRPr="00A050B7" w:rsidRDefault="003007BF" w:rsidP="00F82297">
      <w:pPr>
        <w:autoSpaceDE w:val="0"/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</w:rPr>
        <w:t>Задание 2</w:t>
      </w:r>
    </w:p>
    <w:p w:rsidR="003007BF" w:rsidRPr="00A050B7" w:rsidRDefault="003007BF" w:rsidP="00F82297">
      <w:pPr>
        <w:autoSpaceDE w:val="0"/>
        <w:rPr>
          <w:sz w:val="28"/>
          <w:szCs w:val="28"/>
        </w:rPr>
      </w:pPr>
      <w:r w:rsidRPr="00A050B7">
        <w:rPr>
          <w:sz w:val="28"/>
          <w:szCs w:val="28"/>
        </w:rPr>
        <w:t>Лишние слова:</w:t>
      </w:r>
    </w:p>
    <w:p w:rsidR="003007BF" w:rsidRPr="00A050B7" w:rsidRDefault="003007BF" w:rsidP="00F82297">
      <w:pPr>
        <w:autoSpaceDE w:val="0"/>
        <w:rPr>
          <w:sz w:val="28"/>
          <w:szCs w:val="28"/>
        </w:rPr>
      </w:pPr>
      <w:r w:rsidRPr="00A050B7">
        <w:rPr>
          <w:sz w:val="28"/>
          <w:szCs w:val="28"/>
        </w:rPr>
        <w:t xml:space="preserve">1) степи, т.к. это безлесные природные зоны; </w:t>
      </w:r>
    </w:p>
    <w:p w:rsidR="003007BF" w:rsidRPr="00A050B7" w:rsidRDefault="003007BF" w:rsidP="00F82297">
      <w:pPr>
        <w:autoSpaceDE w:val="0"/>
        <w:rPr>
          <w:sz w:val="28"/>
          <w:szCs w:val="28"/>
        </w:rPr>
      </w:pPr>
      <w:r w:rsidRPr="00A050B7">
        <w:rPr>
          <w:sz w:val="28"/>
          <w:szCs w:val="28"/>
        </w:rPr>
        <w:t>Продвинутые учащиеся могут ответить – влажные экваториальные леса, т.к. находятся в тропическом поясе освещенности, тогда как остальные – в умеренном</w:t>
      </w:r>
    </w:p>
    <w:p w:rsidR="003007BF" w:rsidRPr="00A050B7" w:rsidRDefault="003007BF" w:rsidP="00F82297">
      <w:pPr>
        <w:autoSpaceDE w:val="0"/>
        <w:rPr>
          <w:sz w:val="28"/>
          <w:szCs w:val="28"/>
        </w:rPr>
      </w:pPr>
      <w:r w:rsidRPr="00A050B7">
        <w:rPr>
          <w:sz w:val="28"/>
          <w:szCs w:val="28"/>
        </w:rPr>
        <w:t>2) береза, т.к. перечисленные растения относятся к типичным растениям степи, а береза нет</w:t>
      </w:r>
    </w:p>
    <w:p w:rsidR="003007BF" w:rsidRPr="00A050B7" w:rsidRDefault="003007BF" w:rsidP="00F82297">
      <w:pPr>
        <w:autoSpaceDE w:val="0"/>
        <w:rPr>
          <w:sz w:val="28"/>
          <w:szCs w:val="28"/>
        </w:rPr>
      </w:pPr>
      <w:r w:rsidRPr="00A050B7">
        <w:rPr>
          <w:sz w:val="28"/>
          <w:szCs w:val="28"/>
        </w:rPr>
        <w:t>3) пингвин, т.к. он живет в Антарктиде, а остальные перечисленные животные – в Арктике</w:t>
      </w:r>
    </w:p>
    <w:p w:rsidR="003007BF" w:rsidRPr="00A050B7" w:rsidRDefault="003007BF" w:rsidP="00F82297">
      <w:pPr>
        <w:autoSpaceDE w:val="0"/>
        <w:rPr>
          <w:sz w:val="28"/>
          <w:szCs w:val="28"/>
        </w:rPr>
      </w:pPr>
    </w:p>
    <w:p w:rsidR="003007BF" w:rsidRPr="00A050B7" w:rsidRDefault="003007BF" w:rsidP="00F82297">
      <w:pPr>
        <w:autoSpaceDE w:val="0"/>
        <w:rPr>
          <w:sz w:val="28"/>
          <w:szCs w:val="28"/>
        </w:rPr>
      </w:pPr>
      <w:r w:rsidRPr="00A050B7">
        <w:rPr>
          <w:sz w:val="28"/>
          <w:szCs w:val="28"/>
        </w:rPr>
        <w:t>За правильно определенное слово – 1 балл, за пояснение – 2 балла</w:t>
      </w:r>
    </w:p>
    <w:p w:rsidR="003007BF" w:rsidRPr="00A050B7" w:rsidRDefault="003007BF" w:rsidP="00F82297">
      <w:pPr>
        <w:autoSpaceDE w:val="0"/>
        <w:rPr>
          <w:sz w:val="28"/>
          <w:szCs w:val="28"/>
        </w:rPr>
      </w:pPr>
    </w:p>
    <w:p w:rsidR="003007BF" w:rsidRPr="00A050B7" w:rsidRDefault="003007BF" w:rsidP="00696C6B">
      <w:pPr>
        <w:jc w:val="both"/>
        <w:rPr>
          <w:sz w:val="28"/>
          <w:szCs w:val="28"/>
        </w:rPr>
      </w:pPr>
      <w:r w:rsidRPr="00A050B7">
        <w:rPr>
          <w:b/>
          <w:bCs/>
          <w:sz w:val="28"/>
          <w:szCs w:val="28"/>
          <w:u w:val="single"/>
        </w:rPr>
        <w:t>Всего –  9 баллов</w:t>
      </w:r>
    </w:p>
    <w:p w:rsidR="003007BF" w:rsidRPr="00A050B7" w:rsidRDefault="003007BF" w:rsidP="00F82297">
      <w:pPr>
        <w:autoSpaceDE w:val="0"/>
        <w:rPr>
          <w:sz w:val="28"/>
          <w:szCs w:val="28"/>
        </w:rPr>
      </w:pPr>
    </w:p>
    <w:p w:rsidR="003007BF" w:rsidRPr="00A050B7" w:rsidRDefault="003007BF" w:rsidP="00F82297">
      <w:pPr>
        <w:autoSpaceDE w:val="0"/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</w:rPr>
        <w:t>Задание 3</w:t>
      </w:r>
    </w:p>
    <w:p w:rsidR="003007BF" w:rsidRPr="00A050B7" w:rsidRDefault="003007BF" w:rsidP="00696C6B">
      <w:pPr>
        <w:rPr>
          <w:sz w:val="28"/>
          <w:szCs w:val="28"/>
        </w:rPr>
      </w:pPr>
      <w:r w:rsidRPr="00A050B7">
        <w:rPr>
          <w:sz w:val="28"/>
          <w:szCs w:val="28"/>
        </w:rPr>
        <w:t>Явление – землетрясение (1 балл)</w:t>
      </w:r>
    </w:p>
    <w:p w:rsidR="003007BF" w:rsidRPr="00A050B7" w:rsidRDefault="003007BF" w:rsidP="00696C6B">
      <w:pPr>
        <w:rPr>
          <w:sz w:val="28"/>
          <w:szCs w:val="28"/>
        </w:rPr>
      </w:pPr>
      <w:r w:rsidRPr="00A050B7">
        <w:rPr>
          <w:sz w:val="28"/>
          <w:szCs w:val="28"/>
        </w:rPr>
        <w:t>Причина возникновения – столкновение литосферных плит (1 балл)</w:t>
      </w:r>
    </w:p>
    <w:p w:rsidR="003007BF" w:rsidRPr="00A050B7" w:rsidRDefault="003007BF" w:rsidP="00696C6B">
      <w:pPr>
        <w:rPr>
          <w:sz w:val="28"/>
          <w:szCs w:val="28"/>
        </w:rPr>
      </w:pPr>
      <w:r w:rsidRPr="00A050B7">
        <w:rPr>
          <w:sz w:val="28"/>
          <w:szCs w:val="28"/>
        </w:rPr>
        <w:t>Опасность – большие разрушения, человеческие жертвы, изменение рельефа местности (2 балла)</w:t>
      </w:r>
    </w:p>
    <w:p w:rsidR="003007BF" w:rsidRPr="00A050B7" w:rsidRDefault="003007BF" w:rsidP="00696C6B">
      <w:pPr>
        <w:rPr>
          <w:sz w:val="28"/>
          <w:szCs w:val="28"/>
        </w:rPr>
      </w:pPr>
    </w:p>
    <w:p w:rsidR="003007BF" w:rsidRPr="00A050B7" w:rsidRDefault="003007BF" w:rsidP="00696C6B">
      <w:pPr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  <w:u w:val="single"/>
        </w:rPr>
        <w:t>Всего – 4  балла</w:t>
      </w:r>
      <w:r w:rsidRPr="00A050B7">
        <w:rPr>
          <w:b/>
          <w:bCs/>
          <w:sz w:val="28"/>
          <w:szCs w:val="28"/>
        </w:rPr>
        <w:t xml:space="preserve"> </w:t>
      </w:r>
    </w:p>
    <w:p w:rsidR="003007BF" w:rsidRPr="00A050B7" w:rsidRDefault="003007BF" w:rsidP="00E91023">
      <w:pPr>
        <w:autoSpaceDE w:val="0"/>
        <w:rPr>
          <w:b/>
          <w:bCs/>
          <w:sz w:val="28"/>
          <w:szCs w:val="28"/>
        </w:rPr>
      </w:pPr>
    </w:p>
    <w:p w:rsidR="003007BF" w:rsidRPr="00A050B7" w:rsidRDefault="003007BF" w:rsidP="00E91023">
      <w:pPr>
        <w:autoSpaceDE w:val="0"/>
        <w:rPr>
          <w:sz w:val="28"/>
          <w:szCs w:val="28"/>
        </w:rPr>
      </w:pPr>
      <w:r w:rsidRPr="00A050B7">
        <w:rPr>
          <w:b/>
          <w:bCs/>
          <w:sz w:val="28"/>
          <w:szCs w:val="28"/>
        </w:rPr>
        <w:t>Задание 4</w:t>
      </w:r>
    </w:p>
    <w:p w:rsidR="003007BF" w:rsidRPr="00A050B7" w:rsidRDefault="003007BF" w:rsidP="003E7EFA">
      <w:pPr>
        <w:rPr>
          <w:sz w:val="28"/>
          <w:szCs w:val="28"/>
        </w:rPr>
      </w:pPr>
      <w:r w:rsidRPr="00A050B7">
        <w:rPr>
          <w:sz w:val="28"/>
          <w:szCs w:val="28"/>
        </w:rPr>
        <w:t xml:space="preserve">Лиственница </w:t>
      </w:r>
    </w:p>
    <w:p w:rsidR="003007BF" w:rsidRPr="00A050B7" w:rsidRDefault="003007BF" w:rsidP="00E91023">
      <w:pPr>
        <w:autoSpaceDE w:val="0"/>
        <w:jc w:val="both"/>
        <w:rPr>
          <w:sz w:val="28"/>
          <w:szCs w:val="28"/>
        </w:rPr>
      </w:pPr>
      <w:r w:rsidRPr="00A050B7">
        <w:rPr>
          <w:b/>
          <w:bCs/>
          <w:sz w:val="28"/>
          <w:szCs w:val="28"/>
          <w:u w:val="single"/>
        </w:rPr>
        <w:t>Всего – 2 балла</w:t>
      </w:r>
    </w:p>
    <w:p w:rsidR="003007BF" w:rsidRPr="00A050B7" w:rsidRDefault="003007BF" w:rsidP="00F157A6">
      <w:pPr>
        <w:autoSpaceDE w:val="0"/>
        <w:rPr>
          <w:sz w:val="28"/>
          <w:szCs w:val="28"/>
        </w:rPr>
      </w:pPr>
    </w:p>
    <w:p w:rsidR="003007BF" w:rsidRPr="00A050B7" w:rsidRDefault="003007BF" w:rsidP="00F157A6">
      <w:pPr>
        <w:autoSpaceDE w:val="0"/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</w:rPr>
        <w:t>Задание 5</w:t>
      </w:r>
    </w:p>
    <w:p w:rsidR="003007BF" w:rsidRPr="00A050B7" w:rsidRDefault="003007BF" w:rsidP="006F7A9C">
      <w:pPr>
        <w:autoSpaceDE w:val="0"/>
        <w:jc w:val="both"/>
        <w:rPr>
          <w:sz w:val="28"/>
          <w:szCs w:val="28"/>
        </w:rPr>
      </w:pPr>
      <w:r w:rsidRPr="00A050B7">
        <w:rPr>
          <w:sz w:val="28"/>
          <w:szCs w:val="28"/>
        </w:rPr>
        <w:t xml:space="preserve">1. Айсберг (1 б) </w:t>
      </w:r>
    </w:p>
    <w:p w:rsidR="003007BF" w:rsidRPr="00A050B7" w:rsidRDefault="003007BF" w:rsidP="006F7A9C">
      <w:pPr>
        <w:autoSpaceDE w:val="0"/>
        <w:jc w:val="both"/>
        <w:rPr>
          <w:sz w:val="28"/>
          <w:szCs w:val="28"/>
        </w:rPr>
      </w:pPr>
      <w:r w:rsidRPr="00A050B7">
        <w:rPr>
          <w:sz w:val="28"/>
          <w:szCs w:val="28"/>
        </w:rPr>
        <w:t xml:space="preserve">2. Подводная часть айсберга находится под властью течения (1б), </w:t>
      </w:r>
    </w:p>
    <w:p w:rsidR="003007BF" w:rsidRPr="00A050B7" w:rsidRDefault="003007BF" w:rsidP="006F7A9C">
      <w:pPr>
        <w:autoSpaceDE w:val="0"/>
        <w:jc w:val="both"/>
        <w:rPr>
          <w:sz w:val="28"/>
          <w:szCs w:val="28"/>
        </w:rPr>
      </w:pPr>
      <w:r w:rsidRPr="00A050B7">
        <w:rPr>
          <w:sz w:val="28"/>
          <w:szCs w:val="28"/>
        </w:rPr>
        <w:t xml:space="preserve">3. Корабль может столкнуться с подводной, невидимой частью айсберга (1 б). </w:t>
      </w:r>
    </w:p>
    <w:p w:rsidR="003007BF" w:rsidRPr="00A050B7" w:rsidRDefault="003007BF" w:rsidP="006F7A9C">
      <w:pPr>
        <w:autoSpaceDE w:val="0"/>
        <w:jc w:val="both"/>
        <w:rPr>
          <w:sz w:val="28"/>
          <w:szCs w:val="28"/>
        </w:rPr>
      </w:pPr>
      <w:r w:rsidRPr="00A050B7">
        <w:rPr>
          <w:sz w:val="28"/>
          <w:szCs w:val="28"/>
        </w:rPr>
        <w:t>4. Айсберги состоят из пресного льда и могут служить источником пресной воды (1 б).</w:t>
      </w:r>
    </w:p>
    <w:p w:rsidR="003007BF" w:rsidRPr="00A050B7" w:rsidRDefault="003007BF" w:rsidP="006F7A9C">
      <w:pPr>
        <w:autoSpaceDE w:val="0"/>
        <w:jc w:val="both"/>
        <w:rPr>
          <w:sz w:val="28"/>
          <w:szCs w:val="28"/>
        </w:rPr>
      </w:pPr>
    </w:p>
    <w:p w:rsidR="003007BF" w:rsidRPr="00A050B7" w:rsidRDefault="003007BF" w:rsidP="0026755C">
      <w:pPr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  <w:u w:val="single"/>
        </w:rPr>
        <w:t>Всего – 4 балла</w:t>
      </w:r>
      <w:r w:rsidRPr="00A050B7">
        <w:rPr>
          <w:b/>
          <w:bCs/>
          <w:sz w:val="28"/>
          <w:szCs w:val="28"/>
        </w:rPr>
        <w:t xml:space="preserve"> </w:t>
      </w:r>
    </w:p>
    <w:p w:rsidR="003007BF" w:rsidRPr="00A050B7" w:rsidRDefault="003007BF" w:rsidP="00F82297">
      <w:pPr>
        <w:rPr>
          <w:sz w:val="28"/>
          <w:szCs w:val="28"/>
        </w:rPr>
      </w:pPr>
    </w:p>
    <w:p w:rsidR="003007BF" w:rsidRPr="00A050B7" w:rsidRDefault="003007BF">
      <w:pPr>
        <w:rPr>
          <w:b/>
          <w:bCs/>
          <w:sz w:val="28"/>
          <w:szCs w:val="28"/>
        </w:rPr>
      </w:pPr>
      <w:r w:rsidRPr="00A050B7">
        <w:rPr>
          <w:b/>
          <w:bCs/>
          <w:sz w:val="28"/>
          <w:szCs w:val="28"/>
          <w:u w:val="single"/>
        </w:rPr>
        <w:t>МАКСИМАЛЬНОЕ КОЛИЧЕСТВО БАЛЛОВ ЗА ШКОЛЬНЫЙ ЭТАП ОЛИМПИАДЫ - 36  баллов</w:t>
      </w:r>
    </w:p>
    <w:sectPr w:rsidR="003007BF" w:rsidRPr="00A050B7" w:rsidSect="005570B7">
      <w:headerReference w:type="default" r:id="rId7"/>
      <w:footerReference w:type="default" r:id="rId8"/>
      <w:pgSz w:w="11906" w:h="16838"/>
      <w:pgMar w:top="1134" w:right="1106" w:bottom="1134" w:left="126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7BF" w:rsidRDefault="003007BF">
      <w:r>
        <w:separator/>
      </w:r>
    </w:p>
  </w:endnote>
  <w:endnote w:type="continuationSeparator" w:id="0">
    <w:p w:rsidR="003007BF" w:rsidRDefault="00300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7BF" w:rsidRDefault="003007BF">
    <w:pPr>
      <w:pStyle w:val="Footer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56.85pt;margin-top:.05pt;width:83.05pt;height:13.7pt;z-index:251657216;mso-wrap-distance-left:0;mso-wrap-distance-right:0;mso-position-horizontal-relative:page" stroked="f">
          <v:fill opacity="0" color2="black"/>
          <v:textbox inset="0,0,0,0">
            <w:txbxContent>
              <w:p w:rsidR="003007BF" w:rsidRDefault="003007BF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>
      <w:t xml:space="preserve">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7BF" w:rsidRDefault="003007BF">
      <w:r>
        <w:separator/>
      </w:r>
    </w:p>
  </w:footnote>
  <w:footnote w:type="continuationSeparator" w:id="0">
    <w:p w:rsidR="003007BF" w:rsidRDefault="003007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7BF" w:rsidRDefault="003007BF">
    <w:pPr>
      <w:pStyle w:val="Header"/>
      <w:rPr>
        <w:sz w:val="28"/>
        <w:szCs w:val="28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5.7pt;width:64.8pt;height:71.9pt;z-index:-251658240;mso-wrap-distance-left:0;mso-wrap-distance-right:9.05pt;mso-position-horizontal-relative:char;mso-position-vertical-relative:line" wrapcoords="-251 0 -251 21375 21600 21375 21600 0 -251 0" filled="t">
          <v:fill opacity="0" color2="black"/>
          <v:imagedata r:id="rId1" o:title="" croptop="3582f" cropbottom="6728f" cropleft="14199f" cropright="13216f" gain="1.5625" blacklevel="-1962f"/>
          <w10:wrap type="tight"/>
        </v:shape>
      </w:pict>
    </w:r>
    <w:r>
      <w:t xml:space="preserve">                        </w:t>
    </w:r>
    <w:r>
      <w:rPr>
        <w:sz w:val="28"/>
        <w:szCs w:val="28"/>
      </w:rPr>
      <w:t>ВСЕРОССИЙСКАЯ ОЛИМПИАДА ШКОЛЬНИКОВ 2019/20 гг.</w:t>
    </w:r>
  </w:p>
  <w:p w:rsidR="003007BF" w:rsidRDefault="003007BF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  ШКОЛЬНЫЙ ЭТАП</w:t>
    </w:r>
  </w:p>
  <w:p w:rsidR="003007BF" w:rsidRDefault="003007BF">
    <w:pPr>
      <w:pStyle w:val="Header"/>
      <w:tabs>
        <w:tab w:val="left" w:pos="600"/>
      </w:tabs>
      <w:rPr>
        <w:sz w:val="28"/>
        <w:szCs w:val="28"/>
      </w:rPr>
    </w:pPr>
    <w:r>
      <w:rPr>
        <w:sz w:val="28"/>
        <w:szCs w:val="28"/>
      </w:rPr>
      <w:tab/>
    </w:r>
    <w:r>
      <w:rPr>
        <w:sz w:val="28"/>
        <w:szCs w:val="28"/>
      </w:rPr>
      <w:tab/>
      <w:t xml:space="preserve"> География</w:t>
    </w:r>
  </w:p>
  <w:p w:rsidR="003007BF" w:rsidRDefault="003007BF">
    <w:pPr>
      <w:pStyle w:val="Header"/>
      <w:jc w:val="center"/>
    </w:pPr>
    <w:r>
      <w:rPr>
        <w:sz w:val="28"/>
        <w:szCs w:val="28"/>
      </w:rPr>
      <w:t>5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E3100"/>
    <w:multiLevelType w:val="hybridMultilevel"/>
    <w:tmpl w:val="9306C8B6"/>
    <w:lvl w:ilvl="0" w:tplc="68E48A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297"/>
    <w:rsid w:val="000564FA"/>
    <w:rsid w:val="00075749"/>
    <w:rsid w:val="00091B54"/>
    <w:rsid w:val="0010073E"/>
    <w:rsid w:val="00106686"/>
    <w:rsid w:val="001224A1"/>
    <w:rsid w:val="001934AE"/>
    <w:rsid w:val="00204E48"/>
    <w:rsid w:val="00227E1D"/>
    <w:rsid w:val="002356C9"/>
    <w:rsid w:val="0026755C"/>
    <w:rsid w:val="002A5906"/>
    <w:rsid w:val="002E4E9D"/>
    <w:rsid w:val="003007BF"/>
    <w:rsid w:val="00322596"/>
    <w:rsid w:val="00324154"/>
    <w:rsid w:val="00356AF5"/>
    <w:rsid w:val="003E7EFA"/>
    <w:rsid w:val="00437C53"/>
    <w:rsid w:val="00482DAE"/>
    <w:rsid w:val="004E4B30"/>
    <w:rsid w:val="0052750B"/>
    <w:rsid w:val="0053257C"/>
    <w:rsid w:val="00547B90"/>
    <w:rsid w:val="00555048"/>
    <w:rsid w:val="005570B7"/>
    <w:rsid w:val="005D3732"/>
    <w:rsid w:val="005F70E5"/>
    <w:rsid w:val="0062451F"/>
    <w:rsid w:val="006471A1"/>
    <w:rsid w:val="00677E39"/>
    <w:rsid w:val="00696C6B"/>
    <w:rsid w:val="006E6435"/>
    <w:rsid w:val="006F7A9C"/>
    <w:rsid w:val="007266B5"/>
    <w:rsid w:val="00790CA1"/>
    <w:rsid w:val="007C16BE"/>
    <w:rsid w:val="0081490F"/>
    <w:rsid w:val="008565DA"/>
    <w:rsid w:val="008F58C0"/>
    <w:rsid w:val="009823EA"/>
    <w:rsid w:val="009A16CA"/>
    <w:rsid w:val="009A4014"/>
    <w:rsid w:val="009D482F"/>
    <w:rsid w:val="009D566A"/>
    <w:rsid w:val="00A050B7"/>
    <w:rsid w:val="00A12D4E"/>
    <w:rsid w:val="00A31518"/>
    <w:rsid w:val="00A665F9"/>
    <w:rsid w:val="00A67FD4"/>
    <w:rsid w:val="00AF79EB"/>
    <w:rsid w:val="00B00866"/>
    <w:rsid w:val="00B24183"/>
    <w:rsid w:val="00B549A4"/>
    <w:rsid w:val="00BE7713"/>
    <w:rsid w:val="00C159F2"/>
    <w:rsid w:val="00C85645"/>
    <w:rsid w:val="00C85EEC"/>
    <w:rsid w:val="00C90141"/>
    <w:rsid w:val="00CB789D"/>
    <w:rsid w:val="00CD73CF"/>
    <w:rsid w:val="00CF31E4"/>
    <w:rsid w:val="00D01B37"/>
    <w:rsid w:val="00D20E6A"/>
    <w:rsid w:val="00D76F9A"/>
    <w:rsid w:val="00D81016"/>
    <w:rsid w:val="00DB3652"/>
    <w:rsid w:val="00E019C0"/>
    <w:rsid w:val="00E45B28"/>
    <w:rsid w:val="00E53944"/>
    <w:rsid w:val="00E91023"/>
    <w:rsid w:val="00F0634F"/>
    <w:rsid w:val="00F10D3D"/>
    <w:rsid w:val="00F10E5B"/>
    <w:rsid w:val="00F157A6"/>
    <w:rsid w:val="00F547E0"/>
    <w:rsid w:val="00F55148"/>
    <w:rsid w:val="00F82139"/>
    <w:rsid w:val="00F82297"/>
    <w:rsid w:val="00FB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0B7"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uiPriority w:val="99"/>
    <w:rsid w:val="005570B7"/>
    <w:rPr>
      <w:b/>
      <w:bCs/>
    </w:rPr>
  </w:style>
  <w:style w:type="character" w:customStyle="1" w:styleId="2">
    <w:name w:val="Основной шрифт абзаца2"/>
    <w:uiPriority w:val="99"/>
    <w:rsid w:val="005570B7"/>
  </w:style>
  <w:style w:type="character" w:customStyle="1" w:styleId="1">
    <w:name w:val="Основной шрифт абзаца1"/>
    <w:uiPriority w:val="99"/>
    <w:rsid w:val="005570B7"/>
  </w:style>
  <w:style w:type="character" w:styleId="PageNumber">
    <w:name w:val="page number"/>
    <w:basedOn w:val="1"/>
    <w:uiPriority w:val="99"/>
    <w:rsid w:val="005570B7"/>
  </w:style>
  <w:style w:type="paragraph" w:customStyle="1" w:styleId="a">
    <w:name w:val="Заголовок"/>
    <w:basedOn w:val="Normal"/>
    <w:next w:val="BodyText"/>
    <w:uiPriority w:val="99"/>
    <w:rsid w:val="005570B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70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B18F4"/>
    <w:rPr>
      <w:sz w:val="24"/>
      <w:szCs w:val="24"/>
      <w:lang w:eastAsia="zh-CN"/>
    </w:rPr>
  </w:style>
  <w:style w:type="paragraph" w:styleId="List">
    <w:name w:val="List"/>
    <w:basedOn w:val="BodyText"/>
    <w:uiPriority w:val="99"/>
    <w:rsid w:val="005570B7"/>
  </w:style>
  <w:style w:type="paragraph" w:styleId="Caption">
    <w:name w:val="caption"/>
    <w:basedOn w:val="Normal"/>
    <w:uiPriority w:val="99"/>
    <w:qFormat/>
    <w:rsid w:val="005570B7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Normal"/>
    <w:uiPriority w:val="99"/>
    <w:rsid w:val="005570B7"/>
    <w:pPr>
      <w:suppressLineNumbers/>
    </w:pPr>
  </w:style>
  <w:style w:type="paragraph" w:customStyle="1" w:styleId="10">
    <w:name w:val="Название объекта1"/>
    <w:basedOn w:val="Normal"/>
    <w:uiPriority w:val="99"/>
    <w:rsid w:val="005570B7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5570B7"/>
    <w:pPr>
      <w:suppressLineNumbers/>
    </w:pPr>
  </w:style>
  <w:style w:type="paragraph" w:styleId="Header">
    <w:name w:val="header"/>
    <w:basedOn w:val="Normal"/>
    <w:link w:val="HeaderChar"/>
    <w:uiPriority w:val="99"/>
    <w:rsid w:val="005570B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B18F4"/>
    <w:rPr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5570B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B18F4"/>
    <w:rPr>
      <w:sz w:val="24"/>
      <w:szCs w:val="24"/>
      <w:lang w:eastAsia="zh-CN"/>
    </w:rPr>
  </w:style>
  <w:style w:type="paragraph" w:customStyle="1" w:styleId="a0">
    <w:name w:val="Содержимое врезки"/>
    <w:basedOn w:val="BodyText"/>
    <w:uiPriority w:val="99"/>
    <w:rsid w:val="005570B7"/>
  </w:style>
  <w:style w:type="paragraph" w:customStyle="1" w:styleId="a1">
    <w:name w:val="Содержимое таблицы"/>
    <w:basedOn w:val="Normal"/>
    <w:uiPriority w:val="99"/>
    <w:rsid w:val="005570B7"/>
    <w:pPr>
      <w:suppressLineNumbers/>
    </w:pPr>
  </w:style>
  <w:style w:type="paragraph" w:customStyle="1" w:styleId="a2">
    <w:name w:val="Заголовок таблицы"/>
    <w:basedOn w:val="a1"/>
    <w:uiPriority w:val="99"/>
    <w:rsid w:val="005570B7"/>
    <w:pPr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A16C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4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4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2</Pages>
  <Words>220</Words>
  <Characters>1259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 на теоретический тур</dc:title>
  <dc:subject/>
  <dc:creator>user</dc:creator>
  <cp:keywords/>
  <dc:description/>
  <cp:lastModifiedBy>Customer</cp:lastModifiedBy>
  <cp:revision>11</cp:revision>
  <dcterms:created xsi:type="dcterms:W3CDTF">2016-08-22T07:03:00Z</dcterms:created>
  <dcterms:modified xsi:type="dcterms:W3CDTF">2019-06-19T13:52:00Z</dcterms:modified>
</cp:coreProperties>
</file>